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B63696" w:rsidRDefault="007D3EF9" w:rsidP="00AD7CAF">
      <w:pPr>
        <w:pStyle w:val="BodyText"/>
        <w:ind w:right="1156"/>
        <w:jc w:val="right"/>
        <w:rPr>
          <w:rFonts w:ascii="Calibri" w:hAnsi="Calibri" w:cs="Calibri"/>
        </w:rPr>
      </w:pPr>
      <w:bookmarkStart w:id="0" w:name="_GoBack"/>
      <w:bookmarkEnd w:id="0"/>
      <w:r w:rsidRPr="00B63696">
        <w:rPr>
          <w:rFonts w:ascii="Calibri" w:hAnsi="Calibri" w:cs="Calibri"/>
        </w:rPr>
        <w:t xml:space="preserve">           </w:t>
      </w:r>
      <w:r w:rsidR="00D44351" w:rsidRPr="00B63696">
        <w:rPr>
          <w:rFonts w:ascii="Calibri" w:hAnsi="Calibri" w:cs="Calibri"/>
        </w:rPr>
        <w:t>Anexa</w:t>
      </w:r>
      <w:r w:rsidR="00E46DE6">
        <w:rPr>
          <w:rFonts w:ascii="Calibri" w:hAnsi="Calibri" w:cs="Calibri"/>
        </w:rPr>
        <w:t xml:space="preserve"> 5</w:t>
      </w:r>
    </w:p>
    <w:p w:rsidR="00D44351" w:rsidRPr="00B63696" w:rsidRDefault="00D44351" w:rsidP="00AD7CAF">
      <w:pPr>
        <w:pStyle w:val="Body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soluţiile tehnice şi măsurile propuse de către expertul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şi, după caz, auditorul energetic spre a fi dezvoltate 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Selectarea şi justificarea scenariului/opţiunii optim(e), recomandat(e)?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studiu privind posibilitatea utilizării unor sisteme alternative de eficienţă ridicată pentru creşterea performanţei energetice întocmit conform Metodologiei de calcul al performantei energetice a cladirilor, aprobată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prin Ordinul ministrului transporturilor, constructiilor si turismului nr. 157/2007 cu modificările și completările ulterioare 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situri arheologice?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lastRenderedPageBreak/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  <w:p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t xml:space="preserve">Măsuri de adaptare (Pentru fiecare risc semnificativ identificat, </w:t>
            </w:r>
            <w:r w:rsidRPr="00B63696">
              <w:rPr>
                <w:rFonts w:ascii="Calibri" w:hAnsi="Calibri" w:cs="Calibri"/>
                <w:b/>
                <w:i/>
                <w:color w:val="000000"/>
              </w:rPr>
              <w:lastRenderedPageBreak/>
              <w:t>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 specificații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corelat cu cel prezentat în cadrul Cererii de Finanţare?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Documentele anexate la cererea de finanţare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Studiul topografic, vizat de către Oficiul de Cadastru şi Publicitate Imobiliară?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tehnico-economică ? sau  are clasarea notificării.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şi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şi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C36" w:rsidRDefault="00133C36">
      <w:r>
        <w:separator/>
      </w:r>
    </w:p>
  </w:endnote>
  <w:endnote w:type="continuationSeparator" w:id="0">
    <w:p w:rsidR="00133C36" w:rsidRDefault="0013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F0171E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F0171E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C36" w:rsidRDefault="00133C36">
      <w:r>
        <w:separator/>
      </w:r>
    </w:p>
  </w:footnote>
  <w:footnote w:type="continuationSeparator" w:id="0">
    <w:p w:rsidR="00133C36" w:rsidRDefault="0013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F0171E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0B3327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E46DE6">
      <w:rPr>
        <w:rFonts w:ascii="Calibri" w:hAnsi="Calibri" w:cs="Calibri"/>
        <w:b w:val="0"/>
        <w:color w:val="999999"/>
        <w:sz w:val="22"/>
        <w:szCs w:val="22"/>
      </w:rPr>
      <w:t>2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E46DE6"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1FB29E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2A677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3CCD58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4D247B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501A61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F0171E" w:rsidP="00EE2BF7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1175F2"/>
    <w:rsid w:val="00133C36"/>
    <w:rsid w:val="00134DEE"/>
    <w:rsid w:val="001357F6"/>
    <w:rsid w:val="00144BFD"/>
    <w:rsid w:val="00163AF4"/>
    <w:rsid w:val="001679F8"/>
    <w:rsid w:val="001726E9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305FA"/>
    <w:rsid w:val="00474F02"/>
    <w:rsid w:val="00502151"/>
    <w:rsid w:val="00507932"/>
    <w:rsid w:val="00523BEA"/>
    <w:rsid w:val="0055238C"/>
    <w:rsid w:val="005705BF"/>
    <w:rsid w:val="00571C43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4351"/>
    <w:rsid w:val="00D546B8"/>
    <w:rsid w:val="00D94812"/>
    <w:rsid w:val="00D96085"/>
    <w:rsid w:val="00DA4DB8"/>
    <w:rsid w:val="00DD113C"/>
    <w:rsid w:val="00E32BBC"/>
    <w:rsid w:val="00E46DE6"/>
    <w:rsid w:val="00E615D2"/>
    <w:rsid w:val="00E753B1"/>
    <w:rsid w:val="00EB7F6D"/>
    <w:rsid w:val="00EC67EE"/>
    <w:rsid w:val="00ED5174"/>
    <w:rsid w:val="00EE2BF7"/>
    <w:rsid w:val="00EF6CD7"/>
    <w:rsid w:val="00EF7F20"/>
    <w:rsid w:val="00F0171E"/>
    <w:rsid w:val="00F12E7F"/>
    <w:rsid w:val="00F167CD"/>
    <w:rsid w:val="00F5775A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391AD73-8B46-4A31-9E02-25CA37BD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CFE5C-7D72-4A01-A5D0-1E51FDFD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10</Pages>
  <Words>2716</Words>
  <Characters>15759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18439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2023-09-06T09:11:00Z</dcterms:created>
  <dcterms:modified xsi:type="dcterms:W3CDTF">2023-09-06T09:11:00Z</dcterms:modified>
</cp:coreProperties>
</file>